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2" w:type="dxa"/>
        <w:tblInd w:w="-720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462"/>
      </w:tblGrid>
      <w:tr w:rsidR="00AF37F5" w:rsidRPr="00D02552" w:rsidTr="003E66AB">
        <w:tc>
          <w:tcPr>
            <w:tcW w:w="15462" w:type="dxa"/>
            <w:shd w:val="clear" w:color="FFFFFF" w:fill="auto"/>
            <w:vAlign w:val="bottom"/>
          </w:tcPr>
          <w:p w:rsidR="00AF37F5" w:rsidRDefault="00AF37F5" w:rsidP="003E66AB">
            <w:pPr>
              <w:jc w:val="right"/>
              <w:rPr>
                <w:rFonts w:ascii="Arial" w:hAnsi="Arial"/>
                <w:sz w:val="12"/>
                <w:szCs w:val="12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Приложение № 1</w:t>
            </w:r>
            <w:r w:rsidRPr="00D02552">
              <w:rPr>
                <w:rFonts w:ascii="Arial" w:hAnsi="Arial"/>
                <w:sz w:val="12"/>
                <w:szCs w:val="12"/>
              </w:rPr>
              <w:br/>
              <w:t>к постановлению Правительства Российской Федерации</w:t>
            </w:r>
            <w:r w:rsidRPr="00D02552">
              <w:rPr>
                <w:rFonts w:ascii="Arial" w:hAnsi="Arial"/>
                <w:sz w:val="12"/>
                <w:szCs w:val="12"/>
              </w:rPr>
              <w:br/>
              <w:t xml:space="preserve">от 26 декабря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02552">
                <w:rPr>
                  <w:rFonts w:ascii="Arial" w:hAnsi="Arial"/>
                  <w:sz w:val="12"/>
                  <w:szCs w:val="12"/>
                </w:rPr>
                <w:t>2011 г</w:t>
              </w:r>
            </w:smartTag>
            <w:r w:rsidRPr="00D02552">
              <w:rPr>
                <w:rFonts w:ascii="Arial" w:hAnsi="Arial"/>
                <w:sz w:val="12"/>
                <w:szCs w:val="12"/>
              </w:rPr>
              <w:t>. № 113</w:t>
            </w:r>
            <w:r>
              <w:rPr>
                <w:rFonts w:ascii="Arial" w:hAnsi="Arial"/>
                <w:sz w:val="12"/>
                <w:szCs w:val="12"/>
              </w:rPr>
              <w:t>7</w:t>
            </w:r>
          </w:p>
          <w:p w:rsidR="00AF37F5" w:rsidRPr="00D02552" w:rsidRDefault="00AF37F5" w:rsidP="003E66AB">
            <w:pPr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2"/>
                <w:szCs w:val="12"/>
              </w:rPr>
              <w:t xml:space="preserve">(В ред. Постановления Правительства РФ от 19.08.2017 № </w:t>
            </w:r>
            <w:bookmarkStart w:id="0" w:name="_GoBack"/>
            <w:bookmarkEnd w:id="0"/>
            <w:r>
              <w:rPr>
                <w:rFonts w:ascii="Arial" w:hAnsi="Arial"/>
                <w:sz w:val="12"/>
                <w:szCs w:val="12"/>
              </w:rPr>
              <w:t xml:space="preserve">981)   </w:t>
            </w:r>
            <w:r w:rsidRPr="00D02552">
              <w:rPr>
                <w:rFonts w:ascii="Arial" w:hAnsi="Arial"/>
                <w:sz w:val="12"/>
                <w:szCs w:val="12"/>
              </w:rPr>
              <w:br/>
            </w:r>
          </w:p>
        </w:tc>
      </w:tr>
    </w:tbl>
    <w:p w:rsidR="00AF37F5" w:rsidRPr="00F41403" w:rsidRDefault="00AF37F5" w:rsidP="005212D0">
      <w:pPr>
        <w:ind w:left="-720" w:firstLine="1429"/>
        <w:rPr>
          <w:rFonts w:ascii="Arial" w:hAnsi="Arial"/>
          <w:sz w:val="20"/>
          <w:szCs w:val="20"/>
          <w:lang w:val="en-US"/>
        </w:rPr>
      </w:pPr>
      <w:r w:rsidRPr="00956AA9">
        <w:rPr>
          <w:rFonts w:ascii="Arial" w:hAnsi="Arial"/>
          <w:b/>
          <w:sz w:val="20"/>
          <w:szCs w:val="20"/>
        </w:rPr>
        <w:t>Счет</w:t>
      </w:r>
      <w:r w:rsidRPr="00F41403">
        <w:rPr>
          <w:rFonts w:ascii="Arial" w:hAnsi="Arial"/>
          <w:b/>
          <w:sz w:val="20"/>
          <w:szCs w:val="20"/>
          <w:lang w:val="en-US"/>
        </w:rPr>
        <w:t>-</w:t>
      </w:r>
      <w:r w:rsidRPr="00956AA9">
        <w:rPr>
          <w:rFonts w:ascii="Arial" w:hAnsi="Arial"/>
          <w:b/>
          <w:sz w:val="20"/>
          <w:szCs w:val="20"/>
        </w:rPr>
        <w:t>фактура</w:t>
      </w:r>
      <w:r w:rsidRPr="00F41403">
        <w:rPr>
          <w:rFonts w:ascii="Arial" w:hAnsi="Arial"/>
          <w:b/>
          <w:sz w:val="20"/>
          <w:szCs w:val="20"/>
          <w:lang w:val="en-US"/>
        </w:rPr>
        <w:t xml:space="preserve"> № {this.vat_invoice} </w:t>
      </w:r>
      <w:r w:rsidRPr="00956AA9">
        <w:rPr>
          <w:rFonts w:ascii="Arial" w:hAnsi="Arial"/>
          <w:b/>
          <w:sz w:val="20"/>
          <w:szCs w:val="20"/>
        </w:rPr>
        <w:t>от</w:t>
      </w:r>
      <w:r w:rsidRPr="00F41403">
        <w:rPr>
          <w:rFonts w:ascii="Arial" w:hAnsi="Arial"/>
          <w:b/>
          <w:sz w:val="20"/>
          <w:szCs w:val="20"/>
          <w:lang w:val="en-US"/>
        </w:rPr>
        <w:t xml:space="preserve"> {Core_Date::sql2date </w:t>
      </w:r>
      <w:r w:rsidRPr="00956AA9">
        <w:rPr>
          <w:rFonts w:ascii="Arial" w:hAnsi="Arial"/>
          <w:b/>
          <w:sz w:val="20"/>
          <w:szCs w:val="20"/>
          <w:lang w:val="en-US"/>
        </w:rPr>
        <w:t>this</w:t>
      </w:r>
      <w:r w:rsidRPr="00F41403">
        <w:rPr>
          <w:rFonts w:ascii="Arial" w:hAnsi="Arial"/>
          <w:b/>
          <w:sz w:val="20"/>
          <w:szCs w:val="20"/>
          <w:lang w:val="en-US"/>
        </w:rPr>
        <w:t>.acceptance_report_datetime}</w:t>
      </w:r>
      <w:r w:rsidRPr="00F41403">
        <w:rPr>
          <w:rFonts w:ascii="Arial" w:hAnsi="Arial"/>
          <w:sz w:val="20"/>
          <w:szCs w:val="20"/>
          <w:lang w:val="en-US"/>
        </w:rPr>
        <w:t xml:space="preserve"> </w:t>
      </w:r>
      <w:r w:rsidRPr="00F41403">
        <w:rPr>
          <w:rFonts w:ascii="Arial" w:hAnsi="Arial"/>
          <w:sz w:val="16"/>
          <w:szCs w:val="16"/>
          <w:lang w:val="en-US"/>
        </w:rPr>
        <w:t>(1)</w:t>
      </w:r>
    </w:p>
    <w:p w:rsidR="00AF37F5" w:rsidRPr="00796752" w:rsidRDefault="00AF37F5" w:rsidP="005212D0">
      <w:pPr>
        <w:ind w:left="-11" w:firstLine="720"/>
        <w:rPr>
          <w:rFonts w:ascii="Arial" w:hAnsi="Arial"/>
          <w:sz w:val="20"/>
          <w:szCs w:val="20"/>
        </w:rPr>
      </w:pPr>
      <w:r w:rsidRPr="005212D0">
        <w:rPr>
          <w:rFonts w:ascii="Arial" w:hAnsi="Arial"/>
          <w:sz w:val="20"/>
          <w:szCs w:val="20"/>
        </w:rPr>
        <w:t xml:space="preserve">Исправление </w:t>
      </w:r>
      <w:r>
        <w:rPr>
          <w:rFonts w:ascii="Arial" w:hAnsi="Arial"/>
          <w:sz w:val="20"/>
          <w:szCs w:val="20"/>
        </w:rPr>
        <w:t xml:space="preserve"> </w:t>
      </w:r>
      <w:r w:rsidRPr="005212D0">
        <w:rPr>
          <w:rFonts w:ascii="Arial" w:hAnsi="Arial"/>
          <w:sz w:val="20"/>
          <w:szCs w:val="20"/>
        </w:rPr>
        <w:t>№</w:t>
      </w:r>
      <w:r>
        <w:rPr>
          <w:rFonts w:ascii="Arial" w:hAnsi="Arial"/>
          <w:sz w:val="20"/>
          <w:szCs w:val="20"/>
        </w:rPr>
        <w:t>___</w:t>
      </w:r>
      <w:r w:rsidRPr="00796752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от _________________</w:t>
      </w:r>
      <w:r w:rsidRPr="00796752">
        <w:rPr>
          <w:rFonts w:ascii="Arial" w:hAnsi="Arial"/>
          <w:sz w:val="16"/>
          <w:szCs w:val="16"/>
        </w:rPr>
        <w:t>(1</w:t>
      </w:r>
      <w:r>
        <w:rPr>
          <w:rFonts w:ascii="Arial" w:hAnsi="Arial"/>
          <w:sz w:val="16"/>
          <w:szCs w:val="16"/>
        </w:rPr>
        <w:t>а</w:t>
      </w:r>
      <w:r w:rsidRPr="00796752">
        <w:rPr>
          <w:rFonts w:ascii="Arial" w:hAnsi="Arial"/>
          <w:sz w:val="16"/>
          <w:szCs w:val="16"/>
        </w:rPr>
        <w:t>)</w:t>
      </w:r>
    </w:p>
    <w:tbl>
      <w:tblPr>
        <w:tblW w:w="15480" w:type="dxa"/>
        <w:tblInd w:w="-720" w:type="dxa"/>
        <w:tblLayout w:type="fixed"/>
        <w:tblCellMar>
          <w:left w:w="0" w:type="dxa"/>
          <w:right w:w="0" w:type="dxa"/>
        </w:tblCellMar>
        <w:tblLook w:val="00A0"/>
      </w:tblPr>
      <w:tblGrid>
        <w:gridCol w:w="104"/>
        <w:gridCol w:w="2056"/>
        <w:gridCol w:w="540"/>
        <w:gridCol w:w="360"/>
        <w:gridCol w:w="77"/>
        <w:gridCol w:w="20"/>
        <w:gridCol w:w="803"/>
        <w:gridCol w:w="118"/>
        <w:gridCol w:w="242"/>
        <w:gridCol w:w="431"/>
        <w:gridCol w:w="263"/>
        <w:gridCol w:w="630"/>
        <w:gridCol w:w="234"/>
        <w:gridCol w:w="304"/>
        <w:gridCol w:w="315"/>
        <w:gridCol w:w="234"/>
        <w:gridCol w:w="1009"/>
        <w:gridCol w:w="932"/>
        <w:gridCol w:w="13"/>
        <w:gridCol w:w="24"/>
        <w:gridCol w:w="831"/>
        <w:gridCol w:w="210"/>
        <w:gridCol w:w="13"/>
        <w:gridCol w:w="24"/>
        <w:gridCol w:w="173"/>
        <w:gridCol w:w="24"/>
        <w:gridCol w:w="816"/>
        <w:gridCol w:w="1440"/>
        <w:gridCol w:w="229"/>
        <w:gridCol w:w="236"/>
        <w:gridCol w:w="441"/>
        <w:gridCol w:w="1194"/>
        <w:gridCol w:w="1140"/>
      </w:tblGrid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5376" w:type="dxa"/>
            <w:gridSpan w:val="32"/>
            <w:shd w:val="clear" w:color="FFFFFF" w:fill="auto"/>
            <w:vAlign w:val="bottom"/>
          </w:tcPr>
          <w:p w:rsidR="00AF37F5" w:rsidRPr="005212D0" w:rsidRDefault="00AF37F5">
            <w:pPr>
              <w:rPr>
                <w:rFonts w:ascii="Arial" w:hAnsi="Arial"/>
                <w:sz w:val="16"/>
                <w:u w:val="single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Продавец</w:t>
            </w:r>
            <w:r>
              <w:rPr>
                <w:rFonts w:ascii="Arial" w:hAnsi="Arial"/>
                <w:sz w:val="16"/>
                <w:szCs w:val="16"/>
                <w:lang w:val="en-US"/>
              </w:rPr>
              <w:t xml:space="preserve"> </w:t>
            </w:r>
            <w:r w:rsidRPr="00040AC3">
              <w:rPr>
                <w:rFonts w:ascii="Arial" w:hAnsi="Arial"/>
                <w:sz w:val="16"/>
                <w:szCs w:val="16"/>
                <w:u w:val="single"/>
              </w:rPr>
              <w:t>{</w:t>
            </w:r>
            <w:r>
              <w:rPr>
                <w:rFonts w:ascii="Arial" w:hAnsi="Arial"/>
                <w:sz w:val="16"/>
                <w:szCs w:val="16"/>
                <w:u w:val="single"/>
                <w:lang w:val="en-US"/>
              </w:rPr>
              <w:t>company</w:t>
            </w:r>
            <w:r w:rsidRPr="00040AC3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>
              <w:rPr>
                <w:rFonts w:ascii="Arial" w:hAnsi="Arial"/>
                <w:sz w:val="16"/>
                <w:szCs w:val="16"/>
                <w:u w:val="single"/>
                <w:lang w:val="en-US"/>
              </w:rPr>
              <w:t>name</w:t>
            </w:r>
            <w:r w:rsidRPr="00040AC3">
              <w:rPr>
                <w:rFonts w:ascii="Arial" w:hAnsi="Arial"/>
                <w:sz w:val="16"/>
                <w:szCs w:val="16"/>
                <w:u w:val="single"/>
              </w:rPr>
              <w:t>}</w:t>
            </w:r>
            <w:r w:rsidRPr="00796752">
              <w:rPr>
                <w:rFonts w:ascii="Arial" w:hAnsi="Arial"/>
                <w:sz w:val="16"/>
                <w:szCs w:val="16"/>
              </w:rPr>
              <w:t xml:space="preserve"> (2)</w:t>
            </w: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040AC3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5376" w:type="dxa"/>
            <w:gridSpan w:val="32"/>
            <w:shd w:val="clear" w:color="FFFFFF" w:fill="auto"/>
            <w:vAlign w:val="bottom"/>
          </w:tcPr>
          <w:p w:rsidR="00AF37F5" w:rsidRPr="005212D0" w:rsidRDefault="00AF37F5">
            <w:pPr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Адрес</w:t>
            </w:r>
            <w:r>
              <w:rPr>
                <w:rFonts w:ascii="Arial" w:hAnsi="Arial"/>
                <w:sz w:val="16"/>
                <w:szCs w:val="16"/>
                <w:lang w:val="en-US"/>
              </w:rPr>
              <w:t xml:space="preserve"> 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{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company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getFullAddress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}</w:t>
            </w:r>
            <w:r>
              <w:rPr>
                <w:rFonts w:ascii="Arial" w:hAnsi="Arial"/>
                <w:sz w:val="16"/>
                <w:szCs w:val="16"/>
              </w:rPr>
              <w:t xml:space="preserve"> (2а)</w:t>
            </w: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5376" w:type="dxa"/>
            <w:gridSpan w:val="32"/>
            <w:shd w:val="clear" w:color="FFFFFF" w:fill="auto"/>
            <w:vAlign w:val="bottom"/>
          </w:tcPr>
          <w:p w:rsidR="00AF37F5" w:rsidRPr="005212D0" w:rsidRDefault="00AF37F5">
            <w:pPr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ИНН/КПП продавца</w:t>
            </w:r>
            <w:r w:rsidRPr="00EF6881">
              <w:rPr>
                <w:rFonts w:ascii="Arial" w:hAnsi="Arial"/>
                <w:sz w:val="16"/>
                <w:szCs w:val="16"/>
              </w:rPr>
              <w:t xml:space="preserve"> 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{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company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tin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}/{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company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kpp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}</w:t>
            </w:r>
            <w:r>
              <w:rPr>
                <w:rFonts w:ascii="Arial" w:hAnsi="Arial"/>
                <w:sz w:val="16"/>
                <w:szCs w:val="16"/>
              </w:rPr>
              <w:t xml:space="preserve"> (2б)</w:t>
            </w: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5376" w:type="dxa"/>
            <w:gridSpan w:val="32"/>
            <w:shd w:val="clear" w:color="FFFFFF" w:fill="auto"/>
            <w:vAlign w:val="bottom"/>
          </w:tcPr>
          <w:p w:rsidR="00AF37F5" w:rsidRPr="005212D0" w:rsidRDefault="00AF37F5">
            <w:pPr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Грузоотправитель и его адрес</w:t>
            </w:r>
            <w:r w:rsidRPr="00EF6881">
              <w:rPr>
                <w:rFonts w:ascii="Arial" w:hAnsi="Arial"/>
                <w:sz w:val="16"/>
                <w:szCs w:val="16"/>
              </w:rPr>
              <w:t xml:space="preserve"> 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{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company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name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}, {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company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1F0B7E">
              <w:rPr>
                <w:rFonts w:ascii="Arial" w:hAnsi="Arial"/>
                <w:sz w:val="16"/>
                <w:szCs w:val="16"/>
                <w:u w:val="single"/>
                <w:lang w:val="en-US"/>
              </w:rPr>
              <w:t>getFullAddress</w:t>
            </w:r>
            <w:r w:rsidRPr="001F0B7E">
              <w:rPr>
                <w:rFonts w:ascii="Arial" w:hAnsi="Arial"/>
                <w:sz w:val="16"/>
                <w:szCs w:val="16"/>
                <w:u w:val="single"/>
              </w:rPr>
              <w:t>}</w:t>
            </w:r>
            <w:r w:rsidRPr="00EF6881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(3)</w:t>
            </w: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5376" w:type="dxa"/>
            <w:gridSpan w:val="32"/>
            <w:shd w:val="clear" w:color="FFFFFF" w:fill="auto"/>
            <w:vAlign w:val="bottom"/>
          </w:tcPr>
          <w:p w:rsidR="00AF37F5" w:rsidRPr="005212D0" w:rsidRDefault="00AF37F5">
            <w:pPr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Грузополучатель и его адрес</w:t>
            </w:r>
            <w:r w:rsidRPr="00EF6881">
              <w:rPr>
                <w:rFonts w:ascii="Arial" w:hAnsi="Arial"/>
                <w:sz w:val="16"/>
                <w:szCs w:val="16"/>
              </w:rPr>
              <w:t xml:space="preserve"> 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{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this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getCustomerName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}</w:t>
            </w:r>
            <w:r>
              <w:rPr>
                <w:rFonts w:ascii="Arial" w:hAnsi="Arial"/>
                <w:sz w:val="16"/>
                <w:szCs w:val="16"/>
              </w:rPr>
              <w:t xml:space="preserve"> (4)</w:t>
            </w: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5376" w:type="dxa"/>
            <w:gridSpan w:val="32"/>
            <w:shd w:val="clear" w:color="FFFFFF" w:fill="auto"/>
            <w:vAlign w:val="bottom"/>
          </w:tcPr>
          <w:p w:rsidR="00AF37F5" w:rsidRPr="00D02552" w:rsidRDefault="00AF37F5" w:rsidP="00796752">
            <w:pPr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К платежно-расчетному документу №</w:t>
            </w:r>
            <w:r>
              <w:rPr>
                <w:rFonts w:ascii="Arial" w:hAnsi="Arial"/>
                <w:sz w:val="16"/>
                <w:szCs w:val="16"/>
              </w:rPr>
              <w:t>_</w:t>
            </w:r>
            <w:r w:rsidRPr="00EF6881">
              <w:rPr>
                <w:rFonts w:ascii="Arial" w:hAnsi="Arial"/>
                <w:sz w:val="16"/>
                <w:szCs w:val="16"/>
              </w:rPr>
              <w:t>__</w:t>
            </w:r>
            <w:r>
              <w:rPr>
                <w:rFonts w:ascii="Arial" w:hAnsi="Arial"/>
                <w:sz w:val="16"/>
                <w:szCs w:val="16"/>
              </w:rPr>
              <w:t>__</w:t>
            </w:r>
            <w:r w:rsidRPr="00D02552">
              <w:rPr>
                <w:rFonts w:ascii="Arial" w:hAnsi="Arial"/>
                <w:sz w:val="16"/>
                <w:szCs w:val="16"/>
              </w:rPr>
              <w:t xml:space="preserve"> от</w:t>
            </w:r>
            <w:r>
              <w:rPr>
                <w:rFonts w:ascii="Arial" w:hAnsi="Arial"/>
                <w:sz w:val="16"/>
                <w:szCs w:val="16"/>
              </w:rPr>
              <w:t>____________________(5)</w:t>
            </w: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5376" w:type="dxa"/>
            <w:gridSpan w:val="32"/>
            <w:shd w:val="clear" w:color="FFFFFF" w:fill="auto"/>
            <w:vAlign w:val="bottom"/>
          </w:tcPr>
          <w:p w:rsidR="00AF37F5" w:rsidRPr="005212D0" w:rsidRDefault="00AF37F5">
            <w:pPr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Покупатель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{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this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getCustomerName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}</w:t>
            </w:r>
            <w:r>
              <w:rPr>
                <w:rFonts w:ascii="Arial" w:hAnsi="Arial"/>
                <w:sz w:val="16"/>
                <w:szCs w:val="16"/>
              </w:rPr>
              <w:t xml:space="preserve"> (6)</w:t>
            </w: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5376" w:type="dxa"/>
            <w:gridSpan w:val="32"/>
            <w:shd w:val="clear" w:color="FFFFFF" w:fill="auto"/>
            <w:vAlign w:val="bottom"/>
          </w:tcPr>
          <w:p w:rsidR="00AF37F5" w:rsidRPr="005212D0" w:rsidRDefault="00AF37F5">
            <w:pPr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Адрес</w:t>
            </w:r>
            <w:r>
              <w:rPr>
                <w:rFonts w:ascii="Arial" w:hAnsi="Arial"/>
                <w:sz w:val="16"/>
                <w:szCs w:val="16"/>
                <w:lang w:val="en-US"/>
              </w:rPr>
              <w:t xml:space="preserve"> 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{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this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getFullAddress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}</w:t>
            </w:r>
            <w:r>
              <w:rPr>
                <w:rFonts w:ascii="Arial" w:hAnsi="Arial"/>
                <w:sz w:val="16"/>
                <w:szCs w:val="16"/>
              </w:rPr>
              <w:t xml:space="preserve"> (6а)</w:t>
            </w: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5376" w:type="dxa"/>
            <w:gridSpan w:val="32"/>
            <w:shd w:val="clear" w:color="FFFFFF" w:fill="auto"/>
            <w:vAlign w:val="bottom"/>
          </w:tcPr>
          <w:p w:rsidR="00AF37F5" w:rsidRPr="005212D0" w:rsidRDefault="00AF37F5">
            <w:pPr>
              <w:rPr>
                <w:rFonts w:ascii="Arial" w:hAnsi="Arial"/>
                <w:sz w:val="16"/>
                <w:szCs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 xml:space="preserve">ИНН/КПП 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D02552">
              <w:rPr>
                <w:rFonts w:ascii="Arial" w:hAnsi="Arial"/>
                <w:sz w:val="16"/>
                <w:szCs w:val="16"/>
              </w:rPr>
              <w:t>покупателя</w:t>
            </w:r>
            <w:r w:rsidRPr="00EF6881">
              <w:rPr>
                <w:rFonts w:ascii="Arial" w:hAnsi="Arial"/>
                <w:sz w:val="16"/>
                <w:szCs w:val="16"/>
              </w:rPr>
              <w:t xml:space="preserve"> 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{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this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tin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}/{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this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.</w:t>
            </w:r>
            <w:r w:rsidRPr="004F03C0">
              <w:rPr>
                <w:rFonts w:ascii="Arial" w:hAnsi="Arial"/>
                <w:sz w:val="16"/>
                <w:szCs w:val="16"/>
                <w:u w:val="single"/>
                <w:lang w:val="en-US"/>
              </w:rPr>
              <w:t>kpp</w:t>
            </w:r>
            <w:r w:rsidRPr="004F03C0">
              <w:rPr>
                <w:rFonts w:ascii="Arial" w:hAnsi="Arial"/>
                <w:sz w:val="16"/>
                <w:szCs w:val="16"/>
                <w:u w:val="single"/>
              </w:rPr>
              <w:t>}</w:t>
            </w:r>
            <w:r w:rsidRPr="00EF6881">
              <w:rPr>
                <w:rFonts w:ascii="Arial" w:hAnsi="Arial"/>
                <w:sz w:val="16"/>
                <w:szCs w:val="16"/>
              </w:rPr>
              <w:t xml:space="preserve"> (</w:t>
            </w:r>
            <w:r>
              <w:rPr>
                <w:rFonts w:ascii="Arial" w:hAnsi="Arial"/>
                <w:sz w:val="16"/>
                <w:szCs w:val="16"/>
              </w:rPr>
              <w:t>6б)</w:t>
            </w:r>
          </w:p>
          <w:p w:rsidR="00AF37F5" w:rsidRDefault="00AF37F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Валюта: наименование, код</w:t>
            </w:r>
            <w:r w:rsidRPr="00380E80">
              <w:rPr>
                <w:rFonts w:ascii="Arial" w:hAnsi="Arial"/>
                <w:sz w:val="16"/>
                <w:szCs w:val="16"/>
              </w:rPr>
              <w:t xml:space="preserve"> 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this</w:t>
            </w:r>
            <w:r w:rsidRPr="00380E80">
              <w:rPr>
                <w:rFonts w:ascii="Arial" w:hAnsi="Arial"/>
                <w:sz w:val="16"/>
                <w:szCs w:val="16"/>
              </w:rPr>
              <w:t>.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shop</w:t>
            </w:r>
            <w:r w:rsidRPr="00380E80">
              <w:rPr>
                <w:rFonts w:ascii="Arial" w:hAnsi="Arial"/>
                <w:sz w:val="16"/>
                <w:szCs w:val="16"/>
              </w:rPr>
              <w:t>_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currency</w:t>
            </w:r>
            <w:r w:rsidRPr="00380E80">
              <w:rPr>
                <w:rFonts w:ascii="Arial" w:hAnsi="Arial"/>
                <w:sz w:val="16"/>
                <w:szCs w:val="16"/>
              </w:rPr>
              <w:t>.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name</w:t>
            </w:r>
            <w:r w:rsidRPr="00380E80">
              <w:rPr>
                <w:rFonts w:ascii="Arial" w:hAnsi="Arial"/>
                <w:sz w:val="16"/>
                <w:szCs w:val="16"/>
              </w:rPr>
              <w:t>}</w:t>
            </w:r>
            <w:r w:rsidRPr="00A07355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(7)</w:t>
            </w:r>
          </w:p>
          <w:p w:rsidR="00AF37F5" w:rsidRPr="005212D0" w:rsidRDefault="00AF37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Идентификатор государственного контракта, договора (соглашения) (при наличии)________________________________________(8)</w:t>
            </w:r>
          </w:p>
        </w:tc>
      </w:tr>
      <w:tr w:rsidR="00AF37F5" w:rsidRPr="00D02552" w:rsidTr="001A12E9">
        <w:trPr>
          <w:gridAfter w:val="32"/>
          <w:wAfter w:w="15376" w:type="dxa"/>
        </w:trPr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</w:tr>
      <w:tr w:rsidR="00AF37F5" w:rsidRPr="00D02552" w:rsidTr="001A12E9">
        <w:trPr>
          <w:gridAfter w:val="32"/>
          <w:wAfter w:w="15376" w:type="dxa"/>
        </w:trPr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</w:tr>
      <w:tr w:rsidR="00AF37F5" w:rsidRPr="00D02552" w:rsidTr="004F295B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Код вида товара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Единица</w:t>
            </w:r>
          </w:p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измерения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Коли-чество</w:t>
            </w:r>
            <w:r>
              <w:rPr>
                <w:rFonts w:ascii="Arial" w:hAnsi="Arial"/>
                <w:sz w:val="14"/>
                <w:szCs w:val="14"/>
                <w:lang w:val="en-US"/>
              </w:rPr>
              <w:t xml:space="preserve"> </w:t>
            </w:r>
            <w:r w:rsidRPr="004F295B">
              <w:rPr>
                <w:rFonts w:ascii="Arial" w:hAnsi="Arial"/>
                <w:sz w:val="14"/>
                <w:szCs w:val="14"/>
              </w:rPr>
              <w:t>(объем)</w:t>
            </w:r>
          </w:p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1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Цена (тариф) за единицу измерения</w:t>
            </w:r>
          </w:p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Стоимость товаров (работ, услуг), имущественных прав без налога - всего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В том</w:t>
            </w:r>
            <w:r w:rsidRPr="004F295B">
              <w:rPr>
                <w:rFonts w:ascii="Arial" w:hAnsi="Arial"/>
                <w:sz w:val="14"/>
                <w:szCs w:val="14"/>
              </w:rPr>
              <w:br/>
              <w:t>числе</w:t>
            </w:r>
            <w:r w:rsidRPr="004F295B">
              <w:rPr>
                <w:rFonts w:ascii="Arial" w:hAnsi="Arial"/>
                <w:sz w:val="14"/>
                <w:szCs w:val="14"/>
              </w:rPr>
              <w:br/>
              <w:t>сумма</w:t>
            </w:r>
            <w:r w:rsidRPr="004F295B">
              <w:rPr>
                <w:rFonts w:ascii="Arial" w:hAnsi="Arial"/>
                <w:sz w:val="14"/>
                <w:szCs w:val="14"/>
              </w:rPr>
              <w:br/>
              <w:t>акциза</w:t>
            </w:r>
          </w:p>
        </w:tc>
        <w:tc>
          <w:tcPr>
            <w:tcW w:w="8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Налоговая ставка</w:t>
            </w:r>
          </w:p>
        </w:tc>
        <w:tc>
          <w:tcPr>
            <w:tcW w:w="12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Сумма налога, предъявляемая покупателю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Страна</w:t>
            </w:r>
            <w:r w:rsidRPr="004F295B">
              <w:rPr>
                <w:rFonts w:ascii="Arial" w:hAnsi="Arial"/>
                <w:sz w:val="14"/>
                <w:szCs w:val="14"/>
              </w:rPr>
              <w:br/>
              <w:t>происхождения товара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Регистра-</w:t>
            </w:r>
          </w:p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ционный номер таможенной декларации</w:t>
            </w:r>
          </w:p>
        </w:tc>
      </w:tr>
      <w:tr w:rsidR="00AF37F5" w:rsidRPr="00D02552" w:rsidTr="004F295B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2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код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условное обозначение (национальное)</w:t>
            </w: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16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55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86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260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цифровой код</w:t>
            </w: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37F5" w:rsidRPr="004F295B" w:rsidRDefault="00AF37F5" w:rsidP="00D02552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4F295B">
              <w:rPr>
                <w:rFonts w:ascii="Arial" w:hAnsi="Arial"/>
                <w:sz w:val="14"/>
                <w:szCs w:val="14"/>
              </w:rPr>
              <w:t>краткое наименование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1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96296E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3E66AB">
              <w:rPr>
                <w:rFonts w:ascii="Arial" w:hAnsi="Arial"/>
                <w:sz w:val="12"/>
                <w:szCs w:val="12"/>
              </w:rPr>
              <w:t>1а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2</w:t>
            </w:r>
          </w:p>
        </w:tc>
        <w:tc>
          <w:tcPr>
            <w:tcW w:w="126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2а</w:t>
            </w:r>
          </w:p>
        </w:tc>
        <w:tc>
          <w:tcPr>
            <w:tcW w:w="69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3</w:t>
            </w:r>
          </w:p>
        </w:tc>
        <w:tc>
          <w:tcPr>
            <w:tcW w:w="116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4</w:t>
            </w:r>
          </w:p>
        </w:tc>
        <w:tc>
          <w:tcPr>
            <w:tcW w:w="155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5</w:t>
            </w: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6</w:t>
            </w:r>
          </w:p>
        </w:tc>
        <w:tc>
          <w:tcPr>
            <w:tcW w:w="86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7</w:t>
            </w:r>
          </w:p>
        </w:tc>
        <w:tc>
          <w:tcPr>
            <w:tcW w:w="126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9</w:t>
            </w:r>
          </w:p>
        </w:tc>
        <w:tc>
          <w:tcPr>
            <w:tcW w:w="90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10</w:t>
            </w: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10а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11</w:t>
            </w:r>
          </w:p>
        </w:tc>
      </w:tr>
      <w:tr w:rsidR="00AF37F5" w:rsidRPr="00D02552" w:rsidTr="001A12E9">
        <w:tc>
          <w:tcPr>
            <w:tcW w:w="104" w:type="dxa"/>
            <w:shd w:val="clear" w:color="FFFFFF" w:fill="auto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4F03C0" w:rsidRDefault="00AF37F5">
            <w:pPr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{Items.name}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4F03C0" w:rsidRDefault="00AF37F5">
            <w:pPr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D02552" w:rsidRDefault="00AF37F5" w:rsidP="0041653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{Items.okei}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4F03C0" w:rsidRDefault="00AF37F5" w:rsidP="00416538">
            <w:pPr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{Items.measure}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4F03C0" w:rsidRDefault="00AF37F5" w:rsidP="00416538">
            <w:pPr>
              <w:tabs>
                <w:tab w:val="left" w:pos="360"/>
              </w:tabs>
              <w:wordWrap w:val="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{Items.quantity}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4F03C0" w:rsidRDefault="00AF37F5" w:rsidP="000B6A4A">
            <w:pPr>
              <w:wordWrap w:val="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{Items.price}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4F03C0" w:rsidRDefault="00AF37F5" w:rsidP="00D17A8F">
            <w:pPr>
              <w:wordWrap w:val="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{Items.amount}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A37532" w:rsidRDefault="00AF37F5" w:rsidP="00416538">
            <w:pPr>
              <w:wordWrap w:val="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без акциза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4F03C0" w:rsidRDefault="00AF37F5" w:rsidP="00416538">
            <w:pPr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</w:t>
            </w:r>
            <w:r w:rsidRPr="00FE1CDB">
              <w:rPr>
                <w:rFonts w:ascii="Arial" w:hAnsi="Arial"/>
                <w:sz w:val="16"/>
                <w:lang w:val="en-US"/>
              </w:rPr>
              <w:t>rate</w:t>
            </w:r>
            <w:r w:rsidRPr="009C70CE">
              <w:rPr>
                <w:rFonts w:ascii="Arial" w:hAnsi="Arial"/>
                <w:sz w:val="16"/>
                <w:lang w:val="en-US"/>
              </w:rPr>
              <w:t>%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2F16EF" w:rsidRDefault="00AF37F5" w:rsidP="00416538">
            <w:pPr>
              <w:wordWrap w:val="0"/>
              <w:jc w:val="right"/>
              <w:rPr>
                <w:rFonts w:ascii="Arial" w:hAnsi="Arial"/>
                <w:sz w:val="16"/>
                <w:lang w:val="en-US"/>
              </w:rPr>
            </w:pPr>
            <w:r w:rsidRPr="002F16EF">
              <w:rPr>
                <w:rFonts w:ascii="Arial" w:hAnsi="Arial"/>
                <w:sz w:val="16"/>
                <w:lang w:val="en-US"/>
              </w:rPr>
              <w:t>{Items.tax}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4F03C0" w:rsidRDefault="00AF37F5" w:rsidP="00416538">
            <w:pPr>
              <w:wordWrap w:val="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</w:t>
            </w:r>
            <w:r w:rsidRPr="002F16EF">
              <w:rPr>
                <w:rFonts w:ascii="Arial" w:hAnsi="Arial"/>
                <w:sz w:val="16"/>
                <w:lang w:val="en-US"/>
              </w:rPr>
              <w:t>amount_tax_included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</w:tr>
      <w:tr w:rsidR="00AF37F5" w:rsidRPr="00D02552" w:rsidTr="001A12E9"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6078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AF37F5" w:rsidRPr="00A37532" w:rsidRDefault="00AF37F5">
            <w:pPr>
              <w:rPr>
                <w:rFonts w:ascii="Arial" w:hAnsi="Arial"/>
                <w:sz w:val="16"/>
                <w:lang w:val="en-US"/>
              </w:rPr>
            </w:pPr>
            <w:r w:rsidRPr="00A37532">
              <w:rPr>
                <w:rFonts w:ascii="Arial" w:hAnsi="Arial"/>
                <w:sz w:val="16"/>
                <w:szCs w:val="16"/>
              </w:rPr>
              <w:t>Всего</w:t>
            </w:r>
            <w:r w:rsidRPr="00A37532">
              <w:rPr>
                <w:rFonts w:ascii="Arial" w:hAnsi="Arial"/>
                <w:sz w:val="16"/>
                <w:szCs w:val="16"/>
                <w:lang w:val="en-US"/>
              </w:rPr>
              <w:t xml:space="preserve"> </w:t>
            </w:r>
            <w:r w:rsidRPr="00A37532">
              <w:rPr>
                <w:rFonts w:ascii="Arial" w:hAnsi="Arial"/>
                <w:sz w:val="16"/>
                <w:szCs w:val="16"/>
              </w:rPr>
              <w:t>к</w:t>
            </w:r>
            <w:r w:rsidRPr="00A37532">
              <w:rPr>
                <w:rFonts w:ascii="Arial" w:hAnsi="Arial"/>
                <w:sz w:val="16"/>
                <w:szCs w:val="16"/>
                <w:lang w:val="en-US"/>
              </w:rPr>
              <w:t xml:space="preserve"> </w:t>
            </w:r>
            <w:r w:rsidRPr="00A37532">
              <w:rPr>
                <w:rFonts w:ascii="Arial" w:hAnsi="Arial"/>
                <w:sz w:val="16"/>
                <w:szCs w:val="16"/>
              </w:rPr>
              <w:t>оплате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AF37F5" w:rsidRPr="004F03C0" w:rsidRDefault="00AF37F5" w:rsidP="00D02552">
            <w:pPr>
              <w:wordWrap w:val="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{amount}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b/>
                <w:sz w:val="16"/>
                <w:szCs w:val="16"/>
              </w:rPr>
              <w:t>Х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AF37F5" w:rsidRPr="00553D60" w:rsidRDefault="00AF37F5" w:rsidP="00416538">
            <w:pPr>
              <w:wordWrap w:val="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553D60">
              <w:rPr>
                <w:rFonts w:ascii="Arial" w:hAnsi="Arial"/>
                <w:sz w:val="16"/>
                <w:lang w:val="en-US"/>
              </w:rPr>
              <w:t>tax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AF37F5" w:rsidRPr="00553D60" w:rsidRDefault="00AF37F5" w:rsidP="00416538">
            <w:pPr>
              <w:wordWrap w:val="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553D60">
              <w:rPr>
                <w:rFonts w:ascii="Arial" w:hAnsi="Arial"/>
                <w:sz w:val="16"/>
                <w:lang w:val="en-US"/>
              </w:rPr>
              <w:t>amount_tax_included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906" w:type="dxa"/>
            <w:gridSpan w:val="3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9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40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</w:tr>
      <w:tr w:rsidR="00AF37F5" w:rsidRPr="00D02552" w:rsidTr="001A12E9">
        <w:trPr>
          <w:gridAfter w:val="3"/>
          <w:wAfter w:w="2775" w:type="dxa"/>
        </w:trPr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3033" w:type="dxa"/>
            <w:gridSpan w:val="4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03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8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673" w:type="dxa"/>
            <w:gridSpan w:val="2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27" w:type="dxa"/>
            <w:gridSpan w:val="3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53" w:type="dxa"/>
            <w:gridSpan w:val="3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009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078" w:type="dxa"/>
            <w:gridSpan w:val="4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97" w:type="dxa"/>
            <w:gridSpan w:val="2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40" w:type="dxa"/>
            <w:gridSpan w:val="2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905" w:type="dxa"/>
            <w:gridSpan w:val="3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</w:tr>
      <w:tr w:rsidR="00AF37F5" w:rsidRPr="00D02552" w:rsidTr="001A12E9">
        <w:trPr>
          <w:gridAfter w:val="3"/>
          <w:wAfter w:w="2775" w:type="dxa"/>
        </w:trPr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3033" w:type="dxa"/>
            <w:gridSpan w:val="4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Руководитель организации</w:t>
            </w:r>
            <w:r w:rsidRPr="00D02552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8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800" w:type="dxa"/>
            <w:gridSpan w:val="5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2831" w:type="dxa"/>
            <w:gridSpan w:val="7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t>Главный бухгалтер</w:t>
            </w:r>
            <w:r w:rsidRPr="00D02552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078" w:type="dxa"/>
            <w:gridSpan w:val="4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97" w:type="dxa"/>
            <w:gridSpan w:val="2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2721" w:type="dxa"/>
            <w:gridSpan w:val="4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</w:tr>
      <w:tr w:rsidR="00AF37F5" w:rsidRPr="00D02552" w:rsidTr="001A12E9">
        <w:trPr>
          <w:gridAfter w:val="4"/>
          <w:wAfter w:w="3011" w:type="dxa"/>
        </w:trPr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3033" w:type="dxa"/>
            <w:gridSpan w:val="4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23" w:type="dxa"/>
            <w:gridSpan w:val="2"/>
            <w:shd w:val="clear" w:color="FFFFFF" w:fill="auto"/>
          </w:tcPr>
          <w:p w:rsidR="00AF37F5" w:rsidRPr="00D02552" w:rsidRDefault="00AF37F5" w:rsidP="00A80F13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684" w:type="dxa"/>
            <w:gridSpan w:val="5"/>
            <w:shd w:val="clear" w:color="FFFFFF" w:fill="auto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4106" w:type="dxa"/>
            <w:gridSpan w:val="10"/>
            <w:shd w:val="clear" w:color="FFFFFF" w:fill="auto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2"/>
                <w:szCs w:val="12"/>
                <w:lang w:val="en-US"/>
              </w:rPr>
              <w:t xml:space="preserve">                                                                                        </w:t>
            </w:r>
            <w:r w:rsidRPr="00D02552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719" w:type="dxa"/>
            <w:gridSpan w:val="7"/>
            <w:shd w:val="clear" w:color="FFFFFF" w:fill="auto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(ф.и.о.)</w:t>
            </w:r>
          </w:p>
        </w:tc>
      </w:tr>
      <w:tr w:rsidR="00AF37F5" w:rsidRPr="00D02552" w:rsidTr="001A12E9">
        <w:trPr>
          <w:gridAfter w:val="3"/>
          <w:wAfter w:w="2775" w:type="dxa"/>
        </w:trPr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3033" w:type="dxa"/>
            <w:gridSpan w:val="4"/>
            <w:shd w:val="clear" w:color="FFFFFF" w:fill="auto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03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8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673" w:type="dxa"/>
            <w:gridSpan w:val="2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27" w:type="dxa"/>
            <w:gridSpan w:val="3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53" w:type="dxa"/>
            <w:gridSpan w:val="3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009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078" w:type="dxa"/>
            <w:gridSpan w:val="4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97" w:type="dxa"/>
            <w:gridSpan w:val="2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40" w:type="dxa"/>
            <w:gridSpan w:val="2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905" w:type="dxa"/>
            <w:gridSpan w:val="3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</w:tr>
      <w:tr w:rsidR="00AF37F5" w:rsidRPr="00D02552" w:rsidTr="001A12E9">
        <w:trPr>
          <w:gridAfter w:val="3"/>
          <w:wAfter w:w="2775" w:type="dxa"/>
        </w:trPr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3033" w:type="dxa"/>
            <w:gridSpan w:val="4"/>
            <w:shd w:val="clear" w:color="FFFFFF" w:fill="auto"/>
            <w:vAlign w:val="bottom"/>
          </w:tcPr>
          <w:p w:rsidR="00AF37F5" w:rsidRPr="00076572" w:rsidRDefault="00AF37F5">
            <w:pPr>
              <w:rPr>
                <w:rFonts w:ascii="Arial" w:hAnsi="Arial"/>
                <w:sz w:val="16"/>
                <w:szCs w:val="16"/>
              </w:rPr>
            </w:pPr>
            <w:r w:rsidRPr="00D02552">
              <w:rPr>
                <w:rFonts w:ascii="Arial" w:hAnsi="Arial"/>
                <w:sz w:val="16"/>
                <w:szCs w:val="16"/>
              </w:rPr>
              <w:br/>
              <w:t>Индивидуальный предприниматель</w:t>
            </w:r>
          </w:p>
          <w:p w:rsidR="00AF37F5" w:rsidRPr="00076572" w:rsidRDefault="00AF37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или иное уполномоченное лицо</w:t>
            </w: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18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1800" w:type="dxa"/>
            <w:gridSpan w:val="5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53" w:type="dxa"/>
            <w:gridSpan w:val="3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5974" w:type="dxa"/>
            <w:gridSpan w:val="14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F37F5" w:rsidRPr="00D02552" w:rsidTr="001A12E9">
        <w:trPr>
          <w:gridAfter w:val="4"/>
          <w:wAfter w:w="3011" w:type="dxa"/>
        </w:trPr>
        <w:tc>
          <w:tcPr>
            <w:tcW w:w="104" w:type="dxa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3033" w:type="dxa"/>
            <w:gridSpan w:val="4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823" w:type="dxa"/>
            <w:gridSpan w:val="2"/>
            <w:shd w:val="clear" w:color="FFFFFF" w:fill="auto"/>
          </w:tcPr>
          <w:p w:rsidR="00AF37F5" w:rsidRPr="00D02552" w:rsidRDefault="00AF37F5" w:rsidP="00A80F13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684" w:type="dxa"/>
            <w:gridSpan w:val="5"/>
            <w:shd w:val="clear" w:color="FFFFFF" w:fill="auto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853" w:type="dxa"/>
            <w:gridSpan w:val="3"/>
            <w:shd w:val="clear" w:color="FFFFFF" w:fill="auto"/>
            <w:vAlign w:val="bottom"/>
          </w:tcPr>
          <w:p w:rsidR="00AF37F5" w:rsidRPr="00D02552" w:rsidRDefault="00AF37F5">
            <w:pPr>
              <w:rPr>
                <w:rFonts w:ascii="Arial" w:hAnsi="Arial"/>
                <w:sz w:val="16"/>
              </w:rPr>
            </w:pPr>
          </w:p>
        </w:tc>
        <w:tc>
          <w:tcPr>
            <w:tcW w:w="5972" w:type="dxa"/>
            <w:gridSpan w:val="14"/>
            <w:shd w:val="clear" w:color="FFFFFF" w:fill="auto"/>
            <w:vAlign w:val="bottom"/>
          </w:tcPr>
          <w:p w:rsidR="00AF37F5" w:rsidRPr="00D02552" w:rsidRDefault="00AF37F5" w:rsidP="00D02552">
            <w:pPr>
              <w:jc w:val="center"/>
              <w:rPr>
                <w:rFonts w:ascii="Arial" w:hAnsi="Arial"/>
                <w:sz w:val="16"/>
              </w:rPr>
            </w:pPr>
            <w:r w:rsidRPr="00D02552">
              <w:rPr>
                <w:rFonts w:ascii="Arial" w:hAnsi="Arial"/>
                <w:sz w:val="12"/>
                <w:szCs w:val="12"/>
              </w:rPr>
              <w:t>(реквизиты свидетельства о государственной</w:t>
            </w:r>
            <w:r w:rsidRPr="00D02552">
              <w:rPr>
                <w:rFonts w:ascii="Arial" w:hAnsi="Arial"/>
                <w:sz w:val="12"/>
                <w:szCs w:val="12"/>
              </w:rPr>
              <w:br/>
              <w:t>регистрации индивидуального предпринимателя)</w:t>
            </w:r>
          </w:p>
        </w:tc>
      </w:tr>
    </w:tbl>
    <w:p w:rsidR="00AF37F5" w:rsidRDefault="00AF37F5"/>
    <w:sectPr w:rsidR="00AF37F5" w:rsidSect="00956AA9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DA3"/>
    <w:rsid w:val="00040AC3"/>
    <w:rsid w:val="000419DE"/>
    <w:rsid w:val="00042634"/>
    <w:rsid w:val="00076572"/>
    <w:rsid w:val="000B6A4A"/>
    <w:rsid w:val="000E67A8"/>
    <w:rsid w:val="0018325D"/>
    <w:rsid w:val="001A12E9"/>
    <w:rsid w:val="001C092B"/>
    <w:rsid w:val="001F0B7E"/>
    <w:rsid w:val="00222961"/>
    <w:rsid w:val="0022676D"/>
    <w:rsid w:val="00251F50"/>
    <w:rsid w:val="002B0DA3"/>
    <w:rsid w:val="002F16EF"/>
    <w:rsid w:val="0031488B"/>
    <w:rsid w:val="003226BB"/>
    <w:rsid w:val="00380E80"/>
    <w:rsid w:val="003B5CB5"/>
    <w:rsid w:val="003E66AB"/>
    <w:rsid w:val="00416538"/>
    <w:rsid w:val="004C36E7"/>
    <w:rsid w:val="004F03C0"/>
    <w:rsid w:val="004F295B"/>
    <w:rsid w:val="005212D0"/>
    <w:rsid w:val="00553D60"/>
    <w:rsid w:val="00557525"/>
    <w:rsid w:val="005D240D"/>
    <w:rsid w:val="006114A1"/>
    <w:rsid w:val="006B4CC3"/>
    <w:rsid w:val="00744303"/>
    <w:rsid w:val="00796752"/>
    <w:rsid w:val="00827DC1"/>
    <w:rsid w:val="008914A5"/>
    <w:rsid w:val="008E34B0"/>
    <w:rsid w:val="00952261"/>
    <w:rsid w:val="00956AA9"/>
    <w:rsid w:val="0096296E"/>
    <w:rsid w:val="00993518"/>
    <w:rsid w:val="009B4175"/>
    <w:rsid w:val="009C70CE"/>
    <w:rsid w:val="00A021A0"/>
    <w:rsid w:val="00A07355"/>
    <w:rsid w:val="00A27B22"/>
    <w:rsid w:val="00A37532"/>
    <w:rsid w:val="00A80F13"/>
    <w:rsid w:val="00A84A75"/>
    <w:rsid w:val="00AA4638"/>
    <w:rsid w:val="00AF37F5"/>
    <w:rsid w:val="00B02B0C"/>
    <w:rsid w:val="00B22A6F"/>
    <w:rsid w:val="00B42E42"/>
    <w:rsid w:val="00B732BD"/>
    <w:rsid w:val="00B86361"/>
    <w:rsid w:val="00BE61CF"/>
    <w:rsid w:val="00CD0332"/>
    <w:rsid w:val="00D02552"/>
    <w:rsid w:val="00D17A8F"/>
    <w:rsid w:val="00E038F3"/>
    <w:rsid w:val="00EF6881"/>
    <w:rsid w:val="00F41403"/>
    <w:rsid w:val="00F75124"/>
    <w:rsid w:val="00FA3F47"/>
    <w:rsid w:val="00FE1CDB"/>
    <w:rsid w:val="00FE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F50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2B0DA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2B0DA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2B0DA3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327</Words>
  <Characters>1864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Борис</cp:lastModifiedBy>
  <cp:revision>26</cp:revision>
  <dcterms:created xsi:type="dcterms:W3CDTF">2018-04-17T12:29:00Z</dcterms:created>
  <dcterms:modified xsi:type="dcterms:W3CDTF">2019-03-14T08:27:00Z</dcterms:modified>
</cp:coreProperties>
</file>